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DCB6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C212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5731A3" w14:textId="54B3C33E" w:rsidR="0085747A" w:rsidRPr="004D1A01" w:rsidRDefault="0071620A" w:rsidP="004D1A01">
      <w:pPr>
        <w:spacing w:after="0" w:line="240" w:lineRule="exact"/>
        <w:jc w:val="center"/>
        <w:rPr>
          <w:b/>
          <w:smallCaps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4D1A01">
        <w:rPr>
          <w:smallCaps/>
          <w:szCs w:val="24"/>
        </w:rPr>
        <w:t xml:space="preserve"> </w:t>
      </w:r>
      <w:r w:rsidR="001101AE">
        <w:rPr>
          <w:smallCaps/>
          <w:szCs w:val="24"/>
        </w:rPr>
        <w:t>202</w:t>
      </w:r>
      <w:r w:rsidR="000B72B1">
        <w:rPr>
          <w:smallCaps/>
          <w:szCs w:val="24"/>
        </w:rPr>
        <w:t>1</w:t>
      </w:r>
      <w:r w:rsidR="001101AE">
        <w:rPr>
          <w:smallCaps/>
          <w:szCs w:val="24"/>
        </w:rPr>
        <w:t>-202</w:t>
      </w:r>
      <w:r w:rsidR="000B72B1">
        <w:rPr>
          <w:smallCaps/>
          <w:szCs w:val="24"/>
        </w:rPr>
        <w:t>6</w:t>
      </w:r>
    </w:p>
    <w:p w14:paraId="5F180F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225621" w14:textId="62597FA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101A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066F9" w:rsidRPr="001066F9">
        <w:rPr>
          <w:rFonts w:ascii="Corbel" w:hAnsi="Corbel"/>
          <w:sz w:val="20"/>
          <w:szCs w:val="20"/>
        </w:rPr>
        <w:t>202</w:t>
      </w:r>
      <w:r w:rsidR="00545CD2">
        <w:rPr>
          <w:rFonts w:ascii="Corbel" w:hAnsi="Corbel"/>
          <w:sz w:val="20"/>
          <w:szCs w:val="20"/>
        </w:rPr>
        <w:t>5</w:t>
      </w:r>
      <w:r w:rsidR="001101AE">
        <w:rPr>
          <w:rFonts w:ascii="Corbel" w:hAnsi="Corbel"/>
          <w:sz w:val="20"/>
          <w:szCs w:val="20"/>
        </w:rPr>
        <w:t>/202</w:t>
      </w:r>
      <w:r w:rsidR="000B72B1">
        <w:rPr>
          <w:rFonts w:ascii="Corbel" w:hAnsi="Corbel"/>
          <w:sz w:val="20"/>
          <w:szCs w:val="20"/>
        </w:rPr>
        <w:t>6</w:t>
      </w:r>
    </w:p>
    <w:p w14:paraId="754F0E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DCB4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68DE93" w14:textId="77777777" w:rsidTr="00B819C8">
        <w:tc>
          <w:tcPr>
            <w:tcW w:w="2694" w:type="dxa"/>
            <w:vAlign w:val="center"/>
          </w:tcPr>
          <w:p w14:paraId="51FE5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22C83F" w14:textId="182BB5EE" w:rsidR="0085747A" w:rsidRPr="003A7EB3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7EB3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  <w:r w:rsidR="001066F9" w:rsidRPr="003A7EB3">
              <w:rPr>
                <w:rFonts w:ascii="Corbel" w:hAnsi="Corbel"/>
                <w:color w:val="auto"/>
                <w:sz w:val="24"/>
                <w:szCs w:val="24"/>
              </w:rPr>
              <w:t xml:space="preserve">i ubezpieczeń społecznych </w:t>
            </w:r>
          </w:p>
        </w:tc>
      </w:tr>
      <w:tr w:rsidR="0085747A" w:rsidRPr="009C54AE" w14:paraId="40F902B0" w14:textId="77777777" w:rsidTr="00B819C8">
        <w:tc>
          <w:tcPr>
            <w:tcW w:w="2694" w:type="dxa"/>
            <w:vAlign w:val="center"/>
          </w:tcPr>
          <w:p w14:paraId="152F5E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372E53" w14:textId="6282B79C" w:rsidR="0085747A" w:rsidRPr="0053415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1DF2DD" w14:textId="77777777" w:rsidTr="00B819C8">
        <w:tc>
          <w:tcPr>
            <w:tcW w:w="2694" w:type="dxa"/>
            <w:vAlign w:val="center"/>
          </w:tcPr>
          <w:p w14:paraId="2BE9004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BCF55F" w14:textId="77777777" w:rsidR="0085747A" w:rsidRPr="004D1A01" w:rsidRDefault="00044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C54AE" w14:paraId="0A037BFB" w14:textId="77777777" w:rsidTr="00B819C8">
        <w:tc>
          <w:tcPr>
            <w:tcW w:w="2694" w:type="dxa"/>
            <w:vAlign w:val="center"/>
          </w:tcPr>
          <w:p w14:paraId="17FAC85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4E3CA" w14:textId="77777777" w:rsidR="004D1A01" w:rsidRPr="004D1A01" w:rsidRDefault="004D1A01" w:rsidP="004D1A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 w:rsidR="000441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4D1A01" w:rsidRPr="009C54AE" w14:paraId="2F6DF7B7" w14:textId="77777777" w:rsidTr="00B819C8">
        <w:tc>
          <w:tcPr>
            <w:tcW w:w="2694" w:type="dxa"/>
            <w:vAlign w:val="center"/>
          </w:tcPr>
          <w:p w14:paraId="42B80FAD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3E346D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C54AE" w14:paraId="438731C4" w14:textId="77777777" w:rsidTr="00B819C8">
        <w:tc>
          <w:tcPr>
            <w:tcW w:w="2694" w:type="dxa"/>
            <w:vAlign w:val="center"/>
          </w:tcPr>
          <w:p w14:paraId="28C4F136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667445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C54AE" w14:paraId="32903509" w14:textId="77777777" w:rsidTr="00B819C8">
        <w:tc>
          <w:tcPr>
            <w:tcW w:w="2694" w:type="dxa"/>
            <w:vAlign w:val="center"/>
          </w:tcPr>
          <w:p w14:paraId="348CF69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DD8050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C54AE" w14:paraId="388ACA76" w14:textId="77777777" w:rsidTr="00B819C8">
        <w:tc>
          <w:tcPr>
            <w:tcW w:w="2694" w:type="dxa"/>
            <w:vAlign w:val="center"/>
          </w:tcPr>
          <w:p w14:paraId="614F680B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75CAA" w14:textId="3695A749" w:rsidR="004D1A01" w:rsidRPr="004D1A01" w:rsidRDefault="00FE09DA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D1A01"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D1A01" w:rsidRPr="009C54AE" w14:paraId="4BE6EEFD" w14:textId="77777777" w:rsidTr="00B819C8">
        <w:tc>
          <w:tcPr>
            <w:tcW w:w="2694" w:type="dxa"/>
            <w:vAlign w:val="center"/>
          </w:tcPr>
          <w:p w14:paraId="3F85EF81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41EB27" w14:textId="2280DEC0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1066F9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4D1A01" w:rsidRPr="009C54AE" w14:paraId="1A49E4A9" w14:textId="77777777" w:rsidTr="00B819C8">
        <w:tc>
          <w:tcPr>
            <w:tcW w:w="2694" w:type="dxa"/>
            <w:vAlign w:val="center"/>
          </w:tcPr>
          <w:p w14:paraId="756B461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6D9716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C54AE" w14:paraId="7DBEDB84" w14:textId="77777777" w:rsidTr="00B819C8">
        <w:tc>
          <w:tcPr>
            <w:tcW w:w="2694" w:type="dxa"/>
            <w:vAlign w:val="center"/>
          </w:tcPr>
          <w:p w14:paraId="1FD5EDAE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BEE38" w14:textId="77777777" w:rsidR="004D1A01" w:rsidRPr="009C54AE" w:rsidRDefault="00044130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C54AE" w14:paraId="41EBD2D7" w14:textId="77777777" w:rsidTr="00B819C8">
        <w:tc>
          <w:tcPr>
            <w:tcW w:w="2694" w:type="dxa"/>
            <w:vAlign w:val="center"/>
          </w:tcPr>
          <w:p w14:paraId="1DF85CD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0EE173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C54AE" w14:paraId="6672B94B" w14:textId="77777777" w:rsidTr="00B819C8">
        <w:tc>
          <w:tcPr>
            <w:tcW w:w="2694" w:type="dxa"/>
            <w:vAlign w:val="center"/>
          </w:tcPr>
          <w:p w14:paraId="0F0468B0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0CE9A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UR, dr Maria Bosak-Sojka, dr Agata Ludera-Ruszel, mgr Michał Skóra, mgr Anna Maroń</w:t>
            </w:r>
          </w:p>
        </w:tc>
      </w:tr>
    </w:tbl>
    <w:p w14:paraId="5A3B59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0C2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4F3A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63D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83457" w14:textId="77777777" w:rsidTr="001066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3B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3241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1C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2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7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A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C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A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A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9A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6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956D38" w14:textId="77777777" w:rsidTr="001066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ABCD" w14:textId="1646FC58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1CF" w14:textId="60E24C1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DBB" w14:textId="00FF65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9602" w14:textId="390FCB45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1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E1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9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77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2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8BC8" w14:textId="2DF5F3CE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79C4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65F4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6DAC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87207B" w14:textId="44DBCEFD" w:rsidR="0085747A" w:rsidRPr="00A12D61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  <w:r w:rsidR="00E0143B" w:rsidRPr="00A12D61">
        <w:rPr>
          <w:rFonts w:ascii="Corbel" w:hAnsi="Corbel"/>
          <w:bCs/>
          <w:smallCaps w:val="0"/>
          <w:szCs w:val="24"/>
        </w:rPr>
        <w:t>lub</w:t>
      </w:r>
    </w:p>
    <w:p w14:paraId="5AF5ACE1" w14:textId="3FA0A0F1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F615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D69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3E107" w14:textId="77777777" w:rsidR="00534156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1FCD9D7" w14:textId="3D4EF15B" w:rsidR="00534156" w:rsidRDefault="001066F9" w:rsidP="00534156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>
        <w:rPr>
          <w:rFonts w:eastAsia="Cambria"/>
          <w:bCs/>
          <w:iCs/>
          <w:spacing w:val="-22"/>
          <w:sz w:val="24"/>
          <w:szCs w:val="24"/>
        </w:rPr>
        <w:t>konwersatorium</w:t>
      </w:r>
      <w:r w:rsidR="00534156"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14:paraId="7E0561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0FCEA" w14:textId="4D467C0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10AB6D" w14:textId="77777777" w:rsidR="00953500" w:rsidRPr="009C54AE" w:rsidRDefault="009535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FF08DC" w14:textId="77777777" w:rsidTr="00745302">
        <w:tc>
          <w:tcPr>
            <w:tcW w:w="9670" w:type="dxa"/>
          </w:tcPr>
          <w:p w14:paraId="58379940" w14:textId="5310F9A8" w:rsidR="0085747A" w:rsidRPr="00953500" w:rsidRDefault="00534156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3E03CD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59DE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E6E98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AA92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5727D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EFD3768" w14:textId="77777777" w:rsidTr="00923D7D">
        <w:tc>
          <w:tcPr>
            <w:tcW w:w="851" w:type="dxa"/>
            <w:vAlign w:val="center"/>
          </w:tcPr>
          <w:p w14:paraId="50A0163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80C473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85747A" w:rsidRPr="009C54AE" w14:paraId="566FDA49" w14:textId="77777777" w:rsidTr="00923D7D">
        <w:tc>
          <w:tcPr>
            <w:tcW w:w="851" w:type="dxa"/>
            <w:vAlign w:val="center"/>
          </w:tcPr>
          <w:p w14:paraId="03438380" w14:textId="77777777" w:rsidR="0085747A" w:rsidRPr="009C54AE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187C92" w14:textId="77777777" w:rsidR="0085747A" w:rsidRPr="009C54AE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5D506F1" w14:textId="77777777" w:rsidTr="00923D7D">
        <w:tc>
          <w:tcPr>
            <w:tcW w:w="851" w:type="dxa"/>
            <w:vAlign w:val="center"/>
          </w:tcPr>
          <w:p w14:paraId="1C160C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4FA6A84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38784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A465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D9E8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3B6C29D" w14:textId="77777777" w:rsidTr="008302EF">
        <w:tc>
          <w:tcPr>
            <w:tcW w:w="1679" w:type="dxa"/>
            <w:vAlign w:val="center"/>
          </w:tcPr>
          <w:p w14:paraId="73B94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7296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40E5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5956" w:rsidRPr="009C54AE" w14:paraId="67B1FC7B" w14:textId="77777777" w:rsidTr="008302EF">
        <w:tc>
          <w:tcPr>
            <w:tcW w:w="1679" w:type="dxa"/>
          </w:tcPr>
          <w:p w14:paraId="1554A2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AE076D1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3C3B7585" w14:textId="77777777" w:rsidR="00953500" w:rsidRPr="00953500" w:rsidRDefault="00953500" w:rsidP="00953500">
            <w:pPr>
              <w:rPr>
                <w:rFonts w:ascii="Corbel" w:hAnsi="Corbel"/>
                <w:sz w:val="24"/>
                <w:szCs w:val="24"/>
              </w:rPr>
            </w:pPr>
            <w:r w:rsidRPr="00953500">
              <w:rPr>
                <w:rFonts w:ascii="Corbel" w:hAnsi="Corbel"/>
                <w:sz w:val="24"/>
                <w:szCs w:val="24"/>
              </w:rPr>
              <w:t>K_W02</w:t>
            </w:r>
          </w:p>
          <w:p w14:paraId="3517A8C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0021FCBF" w14:textId="77777777" w:rsidTr="008302EF">
        <w:tc>
          <w:tcPr>
            <w:tcW w:w="1679" w:type="dxa"/>
          </w:tcPr>
          <w:p w14:paraId="322FEB0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357438D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75C76F4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F050F1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76698E2A" w14:textId="77777777" w:rsidTr="008302EF">
        <w:tc>
          <w:tcPr>
            <w:tcW w:w="1679" w:type="dxa"/>
          </w:tcPr>
          <w:p w14:paraId="32E9CED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EB071A2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62043B2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575F19B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26E72216" w14:textId="77777777" w:rsidTr="008302EF">
        <w:tc>
          <w:tcPr>
            <w:tcW w:w="1679" w:type="dxa"/>
          </w:tcPr>
          <w:p w14:paraId="4A7FCC8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3D7419F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13FD490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6E76A5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562D6C09" w14:textId="77777777" w:rsidTr="008302EF">
        <w:tc>
          <w:tcPr>
            <w:tcW w:w="1679" w:type="dxa"/>
          </w:tcPr>
          <w:p w14:paraId="0C136C5A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03081A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FEBA0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4D33C585" w14:textId="5292CF7D" w:rsidR="00F55956" w:rsidRPr="00F55956" w:rsidRDefault="00953500" w:rsidP="00953500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500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78AABB75" w14:textId="77777777" w:rsidTr="008302EF">
        <w:tc>
          <w:tcPr>
            <w:tcW w:w="1679" w:type="dxa"/>
          </w:tcPr>
          <w:p w14:paraId="2796849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6A51B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0DCE2C7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398D315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6275C1FE" w14:textId="77777777" w:rsidTr="008302EF">
        <w:tc>
          <w:tcPr>
            <w:tcW w:w="1679" w:type="dxa"/>
          </w:tcPr>
          <w:p w14:paraId="48E6641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499A0E62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048E4EE8" w14:textId="50AADB11" w:rsidR="00953500" w:rsidRDefault="00953500" w:rsidP="00953500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5A2EEA5" w14:textId="4BCDEF33" w:rsidR="00F55956" w:rsidRPr="00953500" w:rsidRDefault="00953500" w:rsidP="00953500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500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</w:tc>
      </w:tr>
      <w:tr w:rsidR="00F55956" w:rsidRPr="009C54AE" w14:paraId="3CAAE172" w14:textId="77777777" w:rsidTr="008302EF">
        <w:tc>
          <w:tcPr>
            <w:tcW w:w="1679" w:type="dxa"/>
          </w:tcPr>
          <w:p w14:paraId="5AA0117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49CA635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65" w:type="dxa"/>
          </w:tcPr>
          <w:p w14:paraId="7452A08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20E6432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74353D8D" w14:textId="77777777" w:rsidTr="008302EF">
        <w:tc>
          <w:tcPr>
            <w:tcW w:w="1679" w:type="dxa"/>
          </w:tcPr>
          <w:p w14:paraId="0297A7B0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0F08B3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65" w:type="dxa"/>
          </w:tcPr>
          <w:p w14:paraId="5BCE8D9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E1A5B8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1F81BEE9" w14:textId="77777777" w:rsidTr="008302EF">
        <w:tc>
          <w:tcPr>
            <w:tcW w:w="1679" w:type="dxa"/>
          </w:tcPr>
          <w:p w14:paraId="398734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12EF0F6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782F6FB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4EDD6BE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496593FC" w14:textId="77777777" w:rsidTr="008302EF">
        <w:tc>
          <w:tcPr>
            <w:tcW w:w="1679" w:type="dxa"/>
          </w:tcPr>
          <w:p w14:paraId="4F85AE6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11</w:t>
            </w:r>
          </w:p>
        </w:tc>
        <w:tc>
          <w:tcPr>
            <w:tcW w:w="5976" w:type="dxa"/>
          </w:tcPr>
          <w:p w14:paraId="567FD937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01BCF73D" w14:textId="0F57F53A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B45217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F55956" w:rsidRPr="009C54AE" w14:paraId="01934C7A" w14:textId="77777777" w:rsidTr="008302EF">
        <w:tc>
          <w:tcPr>
            <w:tcW w:w="1679" w:type="dxa"/>
          </w:tcPr>
          <w:p w14:paraId="58EB068F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4B678EE4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5EE18CB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0DE0BBD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3E803DD3" w14:textId="77777777" w:rsidTr="008302EF">
        <w:tc>
          <w:tcPr>
            <w:tcW w:w="1679" w:type="dxa"/>
          </w:tcPr>
          <w:p w14:paraId="0AE993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3DC1E6A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0F800D05" w14:textId="01A2D561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F55956" w:rsidRPr="009C54AE" w14:paraId="2DFF328C" w14:textId="77777777" w:rsidTr="008302EF">
        <w:tc>
          <w:tcPr>
            <w:tcW w:w="1679" w:type="dxa"/>
          </w:tcPr>
          <w:p w14:paraId="58D0ACA8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587C7D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7EAF8145" w14:textId="2E4D6B11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</w:tc>
      </w:tr>
      <w:tr w:rsidR="00F55956" w:rsidRPr="009C54AE" w14:paraId="698234C4" w14:textId="77777777" w:rsidTr="008302EF">
        <w:tc>
          <w:tcPr>
            <w:tcW w:w="1679" w:type="dxa"/>
          </w:tcPr>
          <w:p w14:paraId="3242EFB7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4CF30490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521838D5" w14:textId="5828FF33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649367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41BB736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10C2207" w14:textId="77777777" w:rsidR="00F55956" w:rsidRPr="00F55956" w:rsidRDefault="00F55956" w:rsidP="00B45217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00EB053D" w14:textId="77777777" w:rsidTr="008302EF">
        <w:tc>
          <w:tcPr>
            <w:tcW w:w="1679" w:type="dxa"/>
          </w:tcPr>
          <w:p w14:paraId="432F35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051D56C5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51967E16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156FE68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59F211EF" w14:textId="77777777" w:rsidTr="008302EF">
        <w:tc>
          <w:tcPr>
            <w:tcW w:w="1679" w:type="dxa"/>
          </w:tcPr>
          <w:p w14:paraId="0419078E" w14:textId="2036019F" w:rsidR="00F55956" w:rsidRPr="00F55956" w:rsidRDefault="00F5595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4F437D25" w14:textId="122D27B0" w:rsidR="00F55956" w:rsidRPr="008428B6" w:rsidRDefault="008302EF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 w:rsidR="008428B6"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4DB8C532" w14:textId="44E74E76" w:rsidR="008428B6" w:rsidRPr="004B5550" w:rsidRDefault="00F5595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302E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B24D4DF" w14:textId="4471ED20" w:rsidR="00F55956" w:rsidRPr="004B5550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F07667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428B6" w:rsidRPr="009C54AE" w14:paraId="787AF56B" w14:textId="77777777" w:rsidTr="008302EF">
        <w:tc>
          <w:tcPr>
            <w:tcW w:w="1679" w:type="dxa"/>
          </w:tcPr>
          <w:p w14:paraId="50DD5218" w14:textId="52E8F28C" w:rsidR="008428B6" w:rsidRPr="00F55956" w:rsidRDefault="008428B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5A34805" w14:textId="0E103BA9" w:rsidR="008428B6" w:rsidRPr="008428B6" w:rsidRDefault="008428B6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740ED7D5" w14:textId="1113B921" w:rsidR="008428B6" w:rsidRPr="00F55956" w:rsidRDefault="00844633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4633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F55956" w:rsidRPr="009C54AE" w14:paraId="14464AD2" w14:textId="77777777" w:rsidTr="008302EF">
        <w:tc>
          <w:tcPr>
            <w:tcW w:w="1679" w:type="dxa"/>
          </w:tcPr>
          <w:p w14:paraId="6BC40134" w14:textId="4DADD121" w:rsidR="00F55956" w:rsidRPr="00F55956" w:rsidRDefault="00F5595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96F11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57D7FE5E" w14:textId="3B3AFA66" w:rsidR="00F55956" w:rsidRPr="00F55956" w:rsidRDefault="00844633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4633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67B118A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464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4E176C9" w14:textId="77777777" w:rsidR="00D92A42" w:rsidRPr="009C54AE" w:rsidRDefault="00D92A42" w:rsidP="00D92A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17B7DB7" w14:textId="77777777" w:rsidR="0085747A" w:rsidRPr="001B59B6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Style w:val="Tabela-Siatka"/>
        <w:tblW w:w="7938" w:type="dxa"/>
        <w:tblInd w:w="108" w:type="dxa"/>
        <w:tblLook w:val="04A0" w:firstRow="1" w:lastRow="0" w:firstColumn="1" w:lastColumn="0" w:noHBand="0" w:noVBand="1"/>
      </w:tblPr>
      <w:tblGrid>
        <w:gridCol w:w="7938"/>
      </w:tblGrid>
      <w:tr w:rsidR="001066F9" w:rsidRPr="00D92A42" w14:paraId="0F81E6EA" w14:textId="77777777" w:rsidTr="001066F9">
        <w:trPr>
          <w:trHeight w:val="731"/>
        </w:trPr>
        <w:tc>
          <w:tcPr>
            <w:tcW w:w="7938" w:type="dxa"/>
          </w:tcPr>
          <w:p w14:paraId="2992C62D" w14:textId="77777777" w:rsidR="001066F9" w:rsidRPr="00D92A42" w:rsidRDefault="001066F9" w:rsidP="00850352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1066F9" w:rsidRPr="00D92A42" w14:paraId="4D01916B" w14:textId="77777777" w:rsidTr="001066F9">
        <w:tc>
          <w:tcPr>
            <w:tcW w:w="7938" w:type="dxa"/>
          </w:tcPr>
          <w:p w14:paraId="2D07062A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="001066F9" w:rsidRPr="00D92A42" w14:paraId="28EC3A67" w14:textId="77777777" w:rsidTr="001066F9">
        <w:trPr>
          <w:trHeight w:val="389"/>
        </w:trPr>
        <w:tc>
          <w:tcPr>
            <w:tcW w:w="7938" w:type="dxa"/>
          </w:tcPr>
          <w:p w14:paraId="5034852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="001066F9" w:rsidRPr="00D92A42" w14:paraId="26367450" w14:textId="77777777" w:rsidTr="001066F9">
        <w:tc>
          <w:tcPr>
            <w:tcW w:w="7938" w:type="dxa"/>
          </w:tcPr>
          <w:p w14:paraId="098956D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74D52C4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10862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61F71813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5F637A8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14:paraId="06615169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E7CE8F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7902DC1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="001066F9" w:rsidRPr="00D92A42" w14:paraId="751FA78D" w14:textId="77777777" w:rsidTr="001066F9">
        <w:tc>
          <w:tcPr>
            <w:tcW w:w="7938" w:type="dxa"/>
          </w:tcPr>
          <w:p w14:paraId="1218F536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="001066F9" w:rsidRPr="00D92A42" w14:paraId="286403F9" w14:textId="77777777" w:rsidTr="001066F9">
        <w:tc>
          <w:tcPr>
            <w:tcW w:w="7938" w:type="dxa"/>
          </w:tcPr>
          <w:p w14:paraId="5A6BCAB3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Wynagrodzenie za pracę.</w:t>
            </w:r>
          </w:p>
        </w:tc>
      </w:tr>
      <w:tr w:rsidR="001066F9" w:rsidRPr="00D92A42" w14:paraId="37BB12D9" w14:textId="77777777" w:rsidTr="001066F9">
        <w:tc>
          <w:tcPr>
            <w:tcW w:w="7938" w:type="dxa"/>
          </w:tcPr>
          <w:p w14:paraId="1FF92D38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Przeciwdziałanie mobbingowi i dyskryminacji w zatrudnieniu.</w:t>
            </w:r>
          </w:p>
        </w:tc>
      </w:tr>
      <w:tr w:rsidR="001066F9" w:rsidRPr="00D92A42" w14:paraId="4282DBC6" w14:textId="77777777" w:rsidTr="001066F9">
        <w:tc>
          <w:tcPr>
            <w:tcW w:w="7938" w:type="dxa"/>
          </w:tcPr>
          <w:p w14:paraId="1ECEEBBF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0336BAD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AB2D70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72FAFF46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="001066F9" w:rsidRPr="00D92A42" w14:paraId="77579CCA" w14:textId="77777777" w:rsidTr="001066F9">
        <w:tc>
          <w:tcPr>
            <w:tcW w:w="7938" w:type="dxa"/>
          </w:tcPr>
          <w:p w14:paraId="313623AE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="001066F9" w:rsidRPr="00D92A42" w14:paraId="0E14BDB7" w14:textId="77777777" w:rsidTr="001066F9">
        <w:tc>
          <w:tcPr>
            <w:tcW w:w="7938" w:type="dxa"/>
          </w:tcPr>
          <w:p w14:paraId="7726E3C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="001066F9" w:rsidRPr="00D92A42" w14:paraId="1034D5A9" w14:textId="77777777" w:rsidTr="001066F9">
        <w:tc>
          <w:tcPr>
            <w:tcW w:w="7938" w:type="dxa"/>
          </w:tcPr>
          <w:p w14:paraId="4CBEC7F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</w:tr>
      <w:tr w:rsidR="001066F9" w:rsidRPr="00D92A42" w14:paraId="6D4E7C80" w14:textId="77777777" w:rsidTr="001066F9">
        <w:tc>
          <w:tcPr>
            <w:tcW w:w="7938" w:type="dxa"/>
          </w:tcPr>
          <w:p w14:paraId="23E4860A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="001066F9" w:rsidRPr="00D92A42" w14:paraId="6686810F" w14:textId="77777777" w:rsidTr="001066F9">
        <w:tc>
          <w:tcPr>
            <w:tcW w:w="7938" w:type="dxa"/>
          </w:tcPr>
          <w:p w14:paraId="770B3322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="001066F9" w:rsidRPr="00D92A42" w14:paraId="6C6B1708" w14:textId="77777777" w:rsidTr="001066F9">
        <w:tc>
          <w:tcPr>
            <w:tcW w:w="7938" w:type="dxa"/>
          </w:tcPr>
          <w:p w14:paraId="5112104A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="001066F9" w:rsidRPr="00D92A42" w14:paraId="6EC6DFEA" w14:textId="77777777" w:rsidTr="001066F9">
        <w:tc>
          <w:tcPr>
            <w:tcW w:w="7938" w:type="dxa"/>
          </w:tcPr>
          <w:p w14:paraId="635F916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</w:tr>
      <w:tr w:rsidR="001066F9" w:rsidRPr="00D92A42" w14:paraId="346E4C0D" w14:textId="77777777" w:rsidTr="001066F9">
        <w:tc>
          <w:tcPr>
            <w:tcW w:w="7938" w:type="dxa"/>
          </w:tcPr>
          <w:p w14:paraId="5E8914F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</w:tr>
      <w:tr w:rsidR="001066F9" w:rsidRPr="00D92A42" w14:paraId="5A6EC76E" w14:textId="77777777" w:rsidTr="001066F9">
        <w:tc>
          <w:tcPr>
            <w:tcW w:w="7938" w:type="dxa"/>
          </w:tcPr>
          <w:p w14:paraId="06685C94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</w:tr>
      <w:tr w:rsidR="001066F9" w:rsidRPr="00D92A42" w14:paraId="692EE9D6" w14:textId="77777777" w:rsidTr="001066F9">
        <w:tc>
          <w:tcPr>
            <w:tcW w:w="7938" w:type="dxa"/>
          </w:tcPr>
          <w:p w14:paraId="66E5A60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131FE118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90B1B2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4A1E75C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0D99F4E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6654AA3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</w:tr>
      <w:tr w:rsidR="001066F9" w:rsidRPr="00D92A42" w14:paraId="52B9EAB1" w14:textId="77777777" w:rsidTr="001066F9">
        <w:tc>
          <w:tcPr>
            <w:tcW w:w="7938" w:type="dxa"/>
          </w:tcPr>
          <w:p w14:paraId="521070EE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</w:tr>
      <w:tr w:rsidR="001066F9" w:rsidRPr="00D92A42" w14:paraId="1D8B4657" w14:textId="77777777" w:rsidTr="001066F9">
        <w:tc>
          <w:tcPr>
            <w:tcW w:w="7938" w:type="dxa"/>
          </w:tcPr>
          <w:p w14:paraId="416D789E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</w:tr>
    </w:tbl>
    <w:p w14:paraId="0316432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1A4CCA" w14:textId="77777777" w:rsidR="00D92A42" w:rsidRPr="009C54AE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00A8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44231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20367" w14:textId="77777777" w:rsidR="007E6F34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6394F2C" w14:textId="60DB6614" w:rsidR="007E6F34" w:rsidRPr="007E6F34" w:rsidRDefault="001066F9" w:rsidP="007E6F34">
      <w:pPr>
        <w:rPr>
          <w:b/>
          <w:smallCaps/>
          <w:sz w:val="24"/>
          <w:szCs w:val="24"/>
        </w:rPr>
      </w:pPr>
      <w:r>
        <w:rPr>
          <w:rFonts w:eastAsia="Cambria"/>
          <w:sz w:val="24"/>
          <w:szCs w:val="24"/>
        </w:rPr>
        <w:t>konwersatorium</w:t>
      </w:r>
      <w:r w:rsidR="007E6F34" w:rsidRPr="007E6F34">
        <w:rPr>
          <w:rFonts w:eastAsia="Cambria"/>
          <w:sz w:val="24"/>
          <w:szCs w:val="24"/>
        </w:rPr>
        <w:t xml:space="preserve">: </w:t>
      </w:r>
      <w:r w:rsidR="007E6F34" w:rsidRPr="007E6F34">
        <w:rPr>
          <w:sz w:val="24"/>
          <w:szCs w:val="24"/>
        </w:rPr>
        <w:t>Metody stosowane na ćwiczeniach: analiza przepisów prawnych z zakresu omawianej tematyki, kazusy, dyskusja</w:t>
      </w:r>
      <w:r w:rsidR="007E6F34" w:rsidRPr="007E6F34">
        <w:rPr>
          <w:b/>
          <w:smallCaps/>
          <w:sz w:val="24"/>
          <w:szCs w:val="24"/>
        </w:rPr>
        <w:t xml:space="preserve">, </w:t>
      </w:r>
      <w:r w:rsidR="007E6F34" w:rsidRPr="007E6F34">
        <w:rPr>
          <w:sz w:val="24"/>
          <w:szCs w:val="24"/>
        </w:rPr>
        <w:t>metody kształcenia na odległość.</w:t>
      </w:r>
    </w:p>
    <w:p w14:paraId="1F9F3323" w14:textId="77777777" w:rsidR="007E6F34" w:rsidRPr="00A62E7F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267608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40D5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19C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88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1C4306E" w14:textId="77777777" w:rsidTr="009F03EC">
        <w:tc>
          <w:tcPr>
            <w:tcW w:w="1962" w:type="dxa"/>
            <w:vAlign w:val="center"/>
          </w:tcPr>
          <w:p w14:paraId="578FE85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D0ACAA" w14:textId="0EFA7264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066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E7CE0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CCF46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0D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520" w:rsidRPr="009C54AE" w14:paraId="5A348536" w14:textId="77777777" w:rsidTr="009F03EC">
        <w:tc>
          <w:tcPr>
            <w:tcW w:w="1962" w:type="dxa"/>
          </w:tcPr>
          <w:p w14:paraId="7E82AFEB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01-13</w:t>
            </w:r>
          </w:p>
        </w:tc>
        <w:tc>
          <w:tcPr>
            <w:tcW w:w="5441" w:type="dxa"/>
          </w:tcPr>
          <w:p w14:paraId="76A3C0E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17" w:type="dxa"/>
          </w:tcPr>
          <w:p w14:paraId="032C6BE9" w14:textId="77777777" w:rsidR="00AE3520" w:rsidRPr="00AE3520" w:rsidRDefault="00AE3520" w:rsidP="00AE35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E3520" w:rsidRPr="009C54AE" w14:paraId="0931C64C" w14:textId="77777777" w:rsidTr="009F03EC">
        <w:tc>
          <w:tcPr>
            <w:tcW w:w="1962" w:type="dxa"/>
          </w:tcPr>
          <w:p w14:paraId="2BE751F8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441" w:type="dxa"/>
          </w:tcPr>
          <w:p w14:paraId="6440706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17" w:type="dxa"/>
          </w:tcPr>
          <w:p w14:paraId="17253367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E3520" w:rsidRPr="009C54AE" w14:paraId="1479FE82" w14:textId="77777777" w:rsidTr="009F03EC">
        <w:tc>
          <w:tcPr>
            <w:tcW w:w="1962" w:type="dxa"/>
          </w:tcPr>
          <w:p w14:paraId="5590F6D9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441" w:type="dxa"/>
          </w:tcPr>
          <w:p w14:paraId="355AC73D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17" w:type="dxa"/>
          </w:tcPr>
          <w:p w14:paraId="769A31EB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E3520" w:rsidRPr="009C54AE" w14:paraId="015DAB3B" w14:textId="77777777" w:rsidTr="009F03EC">
        <w:tc>
          <w:tcPr>
            <w:tcW w:w="1962" w:type="dxa"/>
          </w:tcPr>
          <w:p w14:paraId="272577B4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lastRenderedPageBreak/>
              <w:t>EK_17</w:t>
            </w:r>
          </w:p>
        </w:tc>
        <w:tc>
          <w:tcPr>
            <w:tcW w:w="5441" w:type="dxa"/>
          </w:tcPr>
          <w:p w14:paraId="636DE9E3" w14:textId="77777777" w:rsidR="00AE3520" w:rsidRPr="00850352" w:rsidRDefault="00AE3520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 w:rsidR="00850352"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 w:rsidR="00850352"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 w:rsidR="00850352"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0AB29DD5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E3520" w:rsidRPr="009C54AE" w14:paraId="09327648" w14:textId="77777777" w:rsidTr="009F03EC">
        <w:tc>
          <w:tcPr>
            <w:tcW w:w="1962" w:type="dxa"/>
          </w:tcPr>
          <w:p w14:paraId="017EA86A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441" w:type="dxa"/>
          </w:tcPr>
          <w:p w14:paraId="730FA3E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3A0FBF80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AE3520" w:rsidRPr="009C54AE" w14:paraId="71CBA58B" w14:textId="77777777" w:rsidTr="009F03EC">
        <w:tc>
          <w:tcPr>
            <w:tcW w:w="1962" w:type="dxa"/>
          </w:tcPr>
          <w:p w14:paraId="6FF06765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441" w:type="dxa"/>
          </w:tcPr>
          <w:p w14:paraId="74BB733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17" w:type="dxa"/>
          </w:tcPr>
          <w:p w14:paraId="564009FA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58A6E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A990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95E5FF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AB0F29" w14:textId="77777777" w:rsidTr="00923D7D">
        <w:tc>
          <w:tcPr>
            <w:tcW w:w="9670" w:type="dxa"/>
          </w:tcPr>
          <w:p w14:paraId="30751C59" w14:textId="6FE149A2" w:rsidR="00443A4A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 w:rsidR="00443A4A"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4D9FC73B" w14:textId="5EC7C248" w:rsidR="0085747A" w:rsidRPr="004E46CB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14:paraId="0E713A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E8A4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6BCC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74C91E1" w14:textId="77777777" w:rsidTr="003E1941">
        <w:tc>
          <w:tcPr>
            <w:tcW w:w="4962" w:type="dxa"/>
            <w:vAlign w:val="center"/>
          </w:tcPr>
          <w:p w14:paraId="4E806E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8C6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BD1614" w14:textId="77777777" w:rsidTr="00923D7D">
        <w:tc>
          <w:tcPr>
            <w:tcW w:w="4962" w:type="dxa"/>
          </w:tcPr>
          <w:p w14:paraId="3F851BA9" w14:textId="2019491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40C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E53207" w14:textId="0E410DE8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104CBFD" w14:textId="77777777" w:rsidTr="00923D7D">
        <w:tc>
          <w:tcPr>
            <w:tcW w:w="4962" w:type="dxa"/>
          </w:tcPr>
          <w:p w14:paraId="0404C7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66713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925CF5" w14:textId="2CC65A6E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D9EE260" w14:textId="77777777" w:rsidTr="00923D7D">
        <w:tc>
          <w:tcPr>
            <w:tcW w:w="4962" w:type="dxa"/>
          </w:tcPr>
          <w:p w14:paraId="6012907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33CD9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09F23D" w14:textId="2D7B8DA6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2F2444" w14:textId="77777777" w:rsidTr="00923D7D">
        <w:tc>
          <w:tcPr>
            <w:tcW w:w="4962" w:type="dxa"/>
          </w:tcPr>
          <w:p w14:paraId="535F83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FAF27" w14:textId="67D8F58C" w:rsidR="0085747A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C643C09" w14:textId="77777777" w:rsidTr="00923D7D">
        <w:tc>
          <w:tcPr>
            <w:tcW w:w="4962" w:type="dxa"/>
          </w:tcPr>
          <w:p w14:paraId="1B8F0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2F7339" w14:textId="3E89D4CC" w:rsidR="0085747A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C5FCF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9819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06205" w14:textId="25D544BA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55D25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2262C7" w14:textId="77777777" w:rsidTr="0071620A">
        <w:trPr>
          <w:trHeight w:val="397"/>
        </w:trPr>
        <w:tc>
          <w:tcPr>
            <w:tcW w:w="3544" w:type="dxa"/>
          </w:tcPr>
          <w:p w14:paraId="316315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4CF366" w14:textId="0D0A1C73" w:rsidR="0085747A" w:rsidRPr="009C54AE" w:rsidRDefault="0010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0171D0" w14:textId="77777777" w:rsidTr="0071620A">
        <w:trPr>
          <w:trHeight w:val="397"/>
        </w:trPr>
        <w:tc>
          <w:tcPr>
            <w:tcW w:w="3544" w:type="dxa"/>
          </w:tcPr>
          <w:p w14:paraId="023434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17710" w14:textId="1FA3F2F2" w:rsidR="0085747A" w:rsidRPr="009C54AE" w:rsidRDefault="0010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810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1CE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F01D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92712C" w14:textId="77777777" w:rsidTr="0071620A">
        <w:trPr>
          <w:trHeight w:val="397"/>
        </w:trPr>
        <w:tc>
          <w:tcPr>
            <w:tcW w:w="7513" w:type="dxa"/>
          </w:tcPr>
          <w:p w14:paraId="74A38AB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0E94EF" w14:textId="77777777" w:rsidR="004E46CB" w:rsidRDefault="004E46CB" w:rsidP="004E46C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7745CAE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76146077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C5AC98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687B0454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526204CC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Krzysztof W. Baran</w:t>
            </w:r>
            <w:r w:rsidR="00850352"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14:paraId="155EF0BC" w14:textId="70B9EEB8" w:rsidR="004E46CB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Jakub Stelina (pod. red) „Prawo pracy”</w:t>
            </w:r>
          </w:p>
          <w:p w14:paraId="2807FF4F" w14:textId="40D9B287" w:rsidR="00A12D61" w:rsidRPr="00A12D61" w:rsidRDefault="00A12D61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14:paraId="764621FA" w14:textId="77777777" w:rsidR="004E46CB" w:rsidRPr="009C54AE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F1CE8E" w14:textId="77777777" w:rsidTr="0071620A">
        <w:trPr>
          <w:trHeight w:val="397"/>
        </w:trPr>
        <w:tc>
          <w:tcPr>
            <w:tcW w:w="7513" w:type="dxa"/>
          </w:tcPr>
          <w:p w14:paraId="3C0CA0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B833BAF" w14:textId="77777777" w:rsid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9591C7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Zbigniew Hajn „Zbiorowe prawo pracy. Zarys sytemu”</w:t>
            </w:r>
          </w:p>
          <w:p w14:paraId="790633AA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 Jedrasik-Jankowska  „Pojęcie i konstrukcje prawne ubezpieczenia społecznego”</w:t>
            </w:r>
          </w:p>
          <w:p w14:paraId="7DF8FFAF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46EEA3B2" w14:textId="2525905B" w:rsid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Jerzy Wratny, Krzysztof Walczak ( pod red.) „Zbiorowe prawo pracy. Komentarz”</w:t>
            </w:r>
          </w:p>
          <w:p w14:paraId="01C17535" w14:textId="3FB2C5C7" w:rsidR="00A12D61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</w:t>
            </w:r>
            <w:r w:rsidR="002A00F1">
              <w:rPr>
                <w:rFonts w:ascii="Corbel" w:hAnsi="Corbel"/>
                <w:b w:val="0"/>
                <w:smallCaps w:val="0"/>
                <w:szCs w:val="24"/>
              </w:rPr>
              <w:t xml:space="preserve"> „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Pojęcie i skutki prawne zasady reprezentatywności związków zawodowych w prawie polskim”</w:t>
            </w:r>
          </w:p>
          <w:p w14:paraId="40B0AD07" w14:textId="717C548A" w:rsidR="00A12D61" w:rsidRP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„Pojęcie sporu zbiorowego oraz pokojowe metody jego rozwiązywania w prawie polski”</w:t>
            </w:r>
          </w:p>
          <w:p w14:paraId="4C0AD09C" w14:textId="0F426D83" w:rsidR="00850352" w:rsidRP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88E0E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69A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E731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589AA" w14:textId="77777777" w:rsidR="00FA3138" w:rsidRDefault="00FA3138" w:rsidP="00C16ABF">
      <w:pPr>
        <w:spacing w:after="0" w:line="240" w:lineRule="auto"/>
      </w:pPr>
      <w:r>
        <w:separator/>
      </w:r>
    </w:p>
  </w:endnote>
  <w:endnote w:type="continuationSeparator" w:id="0">
    <w:p w14:paraId="47287C8A" w14:textId="77777777" w:rsidR="00FA3138" w:rsidRDefault="00FA31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F95B5" w14:textId="77777777" w:rsidR="00FA3138" w:rsidRDefault="00FA3138" w:rsidP="00C16ABF">
      <w:pPr>
        <w:spacing w:after="0" w:line="240" w:lineRule="auto"/>
      </w:pPr>
      <w:r>
        <w:separator/>
      </w:r>
    </w:p>
  </w:footnote>
  <w:footnote w:type="continuationSeparator" w:id="0">
    <w:p w14:paraId="52B939C0" w14:textId="77777777" w:rsidR="00FA3138" w:rsidRDefault="00FA3138" w:rsidP="00C16ABF">
      <w:pPr>
        <w:spacing w:after="0" w:line="240" w:lineRule="auto"/>
      </w:pPr>
      <w:r>
        <w:continuationSeparator/>
      </w:r>
    </w:p>
  </w:footnote>
  <w:footnote w:id="1">
    <w:p w14:paraId="21A38E3A" w14:textId="77777777"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83DFA"/>
    <w:multiLevelType w:val="hybridMultilevel"/>
    <w:tmpl w:val="5928E2C2"/>
    <w:lvl w:ilvl="0" w:tplc="C9323312">
      <w:start w:val="17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1385">
    <w:abstractNumId w:val="0"/>
  </w:num>
  <w:num w:numId="2" w16cid:durableId="2059281104">
    <w:abstractNumId w:val="3"/>
  </w:num>
  <w:num w:numId="3" w16cid:durableId="336231358">
    <w:abstractNumId w:val="1"/>
  </w:num>
  <w:num w:numId="4" w16cid:durableId="144811474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13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2B1"/>
    <w:rsid w:val="000D04B0"/>
    <w:rsid w:val="000F1C57"/>
    <w:rsid w:val="000F5615"/>
    <w:rsid w:val="001066F9"/>
    <w:rsid w:val="001101A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934"/>
    <w:rsid w:val="00186FD7"/>
    <w:rsid w:val="00192F37"/>
    <w:rsid w:val="001A70D2"/>
    <w:rsid w:val="001B59B6"/>
    <w:rsid w:val="001D657B"/>
    <w:rsid w:val="001D7B54"/>
    <w:rsid w:val="001E0209"/>
    <w:rsid w:val="001F2CA2"/>
    <w:rsid w:val="00204EC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0F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9F"/>
    <w:rsid w:val="00346FE9"/>
    <w:rsid w:val="0034759A"/>
    <w:rsid w:val="003503F6"/>
    <w:rsid w:val="003530DD"/>
    <w:rsid w:val="00363F78"/>
    <w:rsid w:val="003A0A5B"/>
    <w:rsid w:val="003A1176"/>
    <w:rsid w:val="003A7EB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F26"/>
    <w:rsid w:val="0042745A"/>
    <w:rsid w:val="00431D5C"/>
    <w:rsid w:val="004362C6"/>
    <w:rsid w:val="00437FA2"/>
    <w:rsid w:val="00443A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50"/>
    <w:rsid w:val="004D1A01"/>
    <w:rsid w:val="004D5282"/>
    <w:rsid w:val="004E46CB"/>
    <w:rsid w:val="004F1551"/>
    <w:rsid w:val="004F55A3"/>
    <w:rsid w:val="0050496F"/>
    <w:rsid w:val="00513B6F"/>
    <w:rsid w:val="00517C63"/>
    <w:rsid w:val="00534156"/>
    <w:rsid w:val="005363C4"/>
    <w:rsid w:val="00536BDE"/>
    <w:rsid w:val="00543ACC"/>
    <w:rsid w:val="00545164"/>
    <w:rsid w:val="00545CD2"/>
    <w:rsid w:val="0056696D"/>
    <w:rsid w:val="0059484D"/>
    <w:rsid w:val="005A0855"/>
    <w:rsid w:val="005A3196"/>
    <w:rsid w:val="005A746B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4A34"/>
    <w:rsid w:val="00627FC9"/>
    <w:rsid w:val="00647FA8"/>
    <w:rsid w:val="00650C5F"/>
    <w:rsid w:val="00654934"/>
    <w:rsid w:val="006620D9"/>
    <w:rsid w:val="00671958"/>
    <w:rsid w:val="00675843"/>
    <w:rsid w:val="006828C2"/>
    <w:rsid w:val="00696477"/>
    <w:rsid w:val="006D050F"/>
    <w:rsid w:val="006D6139"/>
    <w:rsid w:val="006E5D65"/>
    <w:rsid w:val="006F1282"/>
    <w:rsid w:val="006F1FBC"/>
    <w:rsid w:val="006F3189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F34"/>
    <w:rsid w:val="007F4155"/>
    <w:rsid w:val="0081554D"/>
    <w:rsid w:val="0081707E"/>
    <w:rsid w:val="008302EF"/>
    <w:rsid w:val="008425D7"/>
    <w:rsid w:val="008428B6"/>
    <w:rsid w:val="00844633"/>
    <w:rsid w:val="008449B3"/>
    <w:rsid w:val="0085035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00"/>
    <w:rsid w:val="00954A07"/>
    <w:rsid w:val="00966F86"/>
    <w:rsid w:val="00997F14"/>
    <w:rsid w:val="009A78D9"/>
    <w:rsid w:val="009C3E31"/>
    <w:rsid w:val="009C54AE"/>
    <w:rsid w:val="009C788E"/>
    <w:rsid w:val="009E3B41"/>
    <w:rsid w:val="009F03EC"/>
    <w:rsid w:val="009F3C5C"/>
    <w:rsid w:val="009F4610"/>
    <w:rsid w:val="00A00ECC"/>
    <w:rsid w:val="00A1201F"/>
    <w:rsid w:val="00A12D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4521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30B"/>
    <w:rsid w:val="00C56036"/>
    <w:rsid w:val="00C61DC5"/>
    <w:rsid w:val="00C67E92"/>
    <w:rsid w:val="00C70A26"/>
    <w:rsid w:val="00C766DF"/>
    <w:rsid w:val="00C83B5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A4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B2972"/>
    <w:rsid w:val="00DE09C0"/>
    <w:rsid w:val="00DE4A14"/>
    <w:rsid w:val="00DF320D"/>
    <w:rsid w:val="00DF71C8"/>
    <w:rsid w:val="00E0143B"/>
    <w:rsid w:val="00E129B8"/>
    <w:rsid w:val="00E21E7D"/>
    <w:rsid w:val="00E22FBC"/>
    <w:rsid w:val="00E24BF5"/>
    <w:rsid w:val="00E25338"/>
    <w:rsid w:val="00E51E44"/>
    <w:rsid w:val="00E63348"/>
    <w:rsid w:val="00E66B72"/>
    <w:rsid w:val="00E77E88"/>
    <w:rsid w:val="00E8107D"/>
    <w:rsid w:val="00E91CF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CB"/>
    <w:rsid w:val="00F27A7B"/>
    <w:rsid w:val="00F526AF"/>
    <w:rsid w:val="00F55956"/>
    <w:rsid w:val="00F617C3"/>
    <w:rsid w:val="00F7066B"/>
    <w:rsid w:val="00F83B28"/>
    <w:rsid w:val="00FA3138"/>
    <w:rsid w:val="00FA46E5"/>
    <w:rsid w:val="00FB7DBA"/>
    <w:rsid w:val="00FC1C25"/>
    <w:rsid w:val="00FC3F45"/>
    <w:rsid w:val="00FD503F"/>
    <w:rsid w:val="00FD7589"/>
    <w:rsid w:val="00FE09D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5AFD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8506-CF1F-4171-BD13-A792B389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1168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Nowak Dominika</cp:lastModifiedBy>
  <cp:revision>19</cp:revision>
  <cp:lastPrinted>2019-02-06T12:12:00Z</cp:lastPrinted>
  <dcterms:created xsi:type="dcterms:W3CDTF">2020-10-23T07:45:00Z</dcterms:created>
  <dcterms:modified xsi:type="dcterms:W3CDTF">2023-11-30T13:17:00Z</dcterms:modified>
</cp:coreProperties>
</file>